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82">
    <v:background id="_x0000_s1025" o:bwmode="white" fillcolor="#000082" o:targetscreensize="1024,768">
      <v:fill color2="#ff8200" colors="0 #000082;19661f #66008f;42598f #ba0066;58982f red;1 #ff8200" method="none" focus="100%" type="gradient"/>
    </v:background>
  </w:background>
  <w:body>
    <w:p w:rsidR="00A51FFF" w:rsidRPr="00BA60A0" w:rsidRDefault="00A51FFF" w:rsidP="00A51FFF">
      <w:pPr>
        <w:jc w:val="center"/>
        <w:rPr>
          <w:b/>
          <w:caps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A60A0">
        <w:rPr>
          <w:b/>
          <w:caps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moment in time</w:t>
      </w:r>
    </w:p>
    <w:p w:rsidR="002E4B22" w:rsidRDefault="00987B89">
      <w:pPr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As I drifted down the rock hard wall nerve was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coming up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my straight as a line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spine. The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palms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of my hands started to  pour with moist sweat but my heart started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pumping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frantically I thought that it never was going to give up, the colours drained from my face all I could see was a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bobbing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se of faces.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But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suddenly with a twist of my wrist a shot of hope, courage and force shot threw me the flickering   bold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colours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dissolved into my snowy white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pastel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face my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forces heart slowed down in slow motion my dripping hands stopped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dripping </w:t>
      </w:r>
      <w:bookmarkStart w:id="0" w:name="_GoBack"/>
      <w:bookmarkEnd w:id="0"/>
      <w:r w:rsidR="00A56C6D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slankenly. 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I was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determined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to do this but I contemplated carefully. I 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shuffled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down the ve</w:t>
      </w:r>
      <w:r w:rsidR="00A51FFF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rtical wall as slow as a tortoise,  before I knew it I made back to the concrete ground what a relief is this really true am I alive I took of my bumpy but tight as if it was trying to strangle me to my own death, then took of my red bold helmet slowly . But now I know that this is real life</w:t>
      </w:r>
      <w:r w:rsidR="00A56C6D"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!</w:t>
      </w:r>
      <w:r w:rsidRPr="00B37BA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3E0E96"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</w:p>
    <w:p w:rsidR="003E0E96" w:rsidRPr="00B37BA6" w:rsidRDefault="003E0E96">
      <w:pPr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Bauhaus 93" w:hAnsi="Bauhaus 93"/>
          <w:b/>
          <w:outline/>
          <w:color w:val="F222E3"/>
          <w:sz w:val="28"/>
          <w:szCs w:val="28"/>
          <w14:glow w14:rad="228600">
            <w14:schemeClr w14:val="accent4">
              <w14:alpha w14:val="60000"/>
              <w14:satMod w14:val="175000"/>
            </w14:schemeClr>
          </w14:glow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solidFill>
              <w14:srgbClr w14:val="F222E3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By Courtney</w:t>
      </w:r>
    </w:p>
    <w:sectPr w:rsidR="003E0E96" w:rsidRPr="00B37BA6" w:rsidSect="00BA60A0">
      <w:pgSz w:w="11906" w:h="16838"/>
      <w:pgMar w:top="1440" w:right="1440" w:bottom="1440" w:left="1440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89"/>
    <w:rsid w:val="002E4B22"/>
    <w:rsid w:val="003E0E96"/>
    <w:rsid w:val="00987B89"/>
    <w:rsid w:val="00A51FFF"/>
    <w:rsid w:val="00A56C6D"/>
    <w:rsid w:val="00B37BA6"/>
    <w:rsid w:val="00BA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fd1f5,#1df2f7"/>
      <o:colormenu v:ext="edit" fillcolor="none [194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3A5F1054</Template>
  <TotalTime>38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cp:lastPrinted>2012-03-21T20:31:00Z</cp:lastPrinted>
  <dcterms:created xsi:type="dcterms:W3CDTF">2012-03-20T23:10:00Z</dcterms:created>
  <dcterms:modified xsi:type="dcterms:W3CDTF">2012-05-27T23:52:00Z</dcterms:modified>
</cp:coreProperties>
</file>